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8F2" w:rsidRDefault="00384584" w:rsidP="00384584">
      <w:pPr>
        <w:ind w:left="-1134"/>
      </w:pPr>
      <w:bookmarkStart w:id="0" w:name="_GoBack"/>
      <w:r>
        <w:rPr>
          <w:noProof/>
          <w:lang w:eastAsia="it-CH"/>
        </w:rPr>
        <w:drawing>
          <wp:inline distT="0" distB="0" distL="0" distR="0">
            <wp:extent cx="7572375" cy="10100438"/>
            <wp:effectExtent l="0" t="0" r="0" b="0"/>
            <wp:docPr id="1" name="Immagine 1" descr="C:\Users\michele.canducci\Dropbox\CENTRO COMPETENZE DDM\Agorà\Agorà_Schede laboratori\Da rivedere\2_In arte...matematica (Matematicando)\Immagini\03. picass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chele.canducci\Dropbox\CENTRO COMPETENZE DDM\Agorà\Agorà_Schede laboratori\Da rivedere\2_In arte...matematica (Matematicando)\Immagini\03. picass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3808" cy="1010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C18F2" w:rsidSect="00384584">
      <w:pgSz w:w="11906" w:h="16838"/>
      <w:pgMar w:top="142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85F"/>
    <w:rsid w:val="00384584"/>
    <w:rsid w:val="00A00A1E"/>
    <w:rsid w:val="00DC18F2"/>
    <w:rsid w:val="00F6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8D48C58-B13E-428E-9732-6FF5D05D1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00A1E"/>
    <w:pPr>
      <w:spacing w:after="120" w:line="240" w:lineRule="auto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9E1AF9E7</Template>
  <TotalTime>0</TotalTime>
  <Pages>1</Pages>
  <Words>0</Words>
  <Characters>1</Characters>
  <Application>Microsoft Office Word</Application>
  <DocSecurity>0</DocSecurity>
  <Lines>1</Lines>
  <Paragraphs>1</Paragraphs>
  <ScaleCrop>false</ScaleCrop>
  <Company>Servizio Informatico TI-EDU - USI-SUPSI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Canducci Michele</dc:creator>
  <cp:keywords/>
  <dc:description/>
  <cp:lastModifiedBy>Canducci Michele</cp:lastModifiedBy>
  <cp:revision>2</cp:revision>
  <dcterms:created xsi:type="dcterms:W3CDTF">2018-08-31T13:43:00Z</dcterms:created>
  <dcterms:modified xsi:type="dcterms:W3CDTF">2018-08-31T13:44:00Z</dcterms:modified>
</cp:coreProperties>
</file>